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NOWY Zał. 6 Wzór umowy powierzenia przetwarzania danych -.docx</dmsv2BaseFileName>
    <dmsv2BaseDisplayName xmlns="http://schemas.microsoft.com/sharepoint/v3">NOWY Zał. 6 Wzór umowy powierzenia przetwarzania danych -</dmsv2BaseDisplayName>
    <dmsv2SWPP2ObjectNumber xmlns="http://schemas.microsoft.com/sharepoint/v3" xsi:nil="true"/>
    <dmsv2SWPP2SumMD5 xmlns="http://schemas.microsoft.com/sharepoint/v3">813cf0daf79b5a89e91cbfc51c8a0073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699231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23757001</dmsv2BaseClientSystemDocumentID>
    <dmsv2BaseModifiedByID xmlns="http://schemas.microsoft.com/sharepoint/v3">11704639</dmsv2BaseModifiedByID>
    <dmsv2BaseCreatedByID xmlns="http://schemas.microsoft.com/sharepoint/v3">11704639</dmsv2BaseCreatedByID>
    <dmsv2SWPP2ObjectDepartment xmlns="http://schemas.microsoft.com/sharepoint/v3">00000001000700020000000000020002</dmsv2SWPP2ObjectDepartment>
    <dmsv2SWPP2ObjectName xmlns="http://schemas.microsoft.com/sharepoint/v3">Wniosek</dmsv2SWPP2ObjectName>
    <_dlc_DocId xmlns="a19cb1c7-c5c7-46d4-85ae-d83685407bba">DPFVW34YURAE-150815970-20120</_dlc_DocId>
    <_dlc_DocIdUrl xmlns="a19cb1c7-c5c7-46d4-85ae-d83685407bba">
      <Url>https://swpp2.dms.gkpge.pl/sites/40/_layouts/15/DocIdRedir.aspx?ID=DPFVW34YURAE-150815970-20120</Url>
      <Description>DPFVW34YURAE-150815970-20120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5E1121E523D2D48AE51B93A6D702725" ma:contentTypeVersion="0" ma:contentTypeDescription="SWPP2 Dokument bazowy" ma:contentTypeScope="" ma:versionID="ebe84260168e089cf19c1bd1af230ea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E728F922-E3CB-4CD6-B421-D6D168291E81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7DEC633-7272-4590-9C4B-112795A6B69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0x0101891000B5E1121E523D2D48AE51B93A6D702725</vt:lpwstr>
  </property>
  <property fmtid="{D5CDD505-2E9C-101B-9397-08002B2CF9AE}" pid="3" name="_dlc_DocIdItemGuid">
    <vt:lpwstr>b5d44820-33f5-433d-96cc-fb713ef90453</vt:lpwstr>
  </property>
</Properties>
</file>